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D6" w:rsidRPr="00746295" w:rsidRDefault="007E09D6" w:rsidP="00746295">
      <w:pPr>
        <w:widowControl w:val="0"/>
        <w:tabs>
          <w:tab w:val="left" w:pos="1740"/>
          <w:tab w:val="center" w:pos="20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" style="position:absolute;left:0;text-align:left;margin-left:214.65pt;margin-top:18pt;width:50.95pt;height:60.45pt;z-index:251658240;visibility:visible">
            <v:imagedata r:id="rId5" o:title="" croptop="9001f" cropbottom="8015f" cropleft="5008f" cropright="4116f"/>
            <w10:wrap type="square" side="right"/>
          </v:shape>
        </w:pict>
      </w:r>
      <w:r w:rsidRPr="00746295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 xml:space="preserve">       </w:t>
      </w:r>
    </w:p>
    <w:p w:rsidR="007E09D6" w:rsidRPr="00F53048" w:rsidRDefault="007E09D6" w:rsidP="007728EC">
      <w:pPr>
        <w:widowControl w:val="0"/>
        <w:tabs>
          <w:tab w:val="left" w:pos="1740"/>
          <w:tab w:val="center" w:pos="20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  <w:lang w:eastAsia="ru-RU"/>
        </w:rPr>
      </w:pPr>
    </w:p>
    <w:p w:rsidR="007E09D6" w:rsidRPr="00F53048" w:rsidRDefault="007E09D6" w:rsidP="007728EC">
      <w:pPr>
        <w:widowControl w:val="0"/>
        <w:tabs>
          <w:tab w:val="left" w:pos="17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  <w:lang w:eastAsia="ru-RU"/>
        </w:rPr>
      </w:pPr>
    </w:p>
    <w:p w:rsidR="007E09D6" w:rsidRPr="00F53048" w:rsidRDefault="007E09D6" w:rsidP="007728EC">
      <w:pPr>
        <w:widowControl w:val="0"/>
        <w:tabs>
          <w:tab w:val="left" w:pos="1740"/>
          <w:tab w:val="center" w:pos="20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  <w:lang w:eastAsia="ru-RU"/>
        </w:rPr>
      </w:pPr>
      <w:r w:rsidRPr="00F53048">
        <w:rPr>
          <w:rFonts w:ascii="Times New Roman" w:hAnsi="Times New Roman" w:cs="Times New Roman"/>
          <w:i/>
          <w:iCs/>
          <w:sz w:val="32"/>
          <w:szCs w:val="32"/>
          <w:lang w:eastAsia="ru-RU"/>
        </w:rPr>
        <w:br w:type="textWrapping" w:clear="all"/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lang w:eastAsia="ru-RU"/>
        </w:rPr>
      </w:pPr>
      <w:r w:rsidRPr="00F53048">
        <w:rPr>
          <w:rFonts w:ascii="Times New Roman" w:hAnsi="Times New Roman" w:cs="Times New Roman"/>
          <w:b/>
          <w:bCs/>
          <w:i/>
          <w:iCs/>
          <w:sz w:val="40"/>
          <w:szCs w:val="40"/>
          <w:lang w:eastAsia="ru-RU"/>
        </w:rPr>
        <w:t>Совет народных депутатов</w:t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 w:rsidRPr="00F53048"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  <w:t>Бутурлиновского муниципального района</w:t>
      </w:r>
    </w:p>
    <w:p w:rsidR="007E09D6" w:rsidRPr="00F53048" w:rsidRDefault="007E09D6" w:rsidP="007728EC">
      <w:pPr>
        <w:keepNext/>
        <w:widowControl w:val="0"/>
        <w:autoSpaceDE w:val="0"/>
        <w:autoSpaceDN w:val="0"/>
        <w:adjustRightInd w:val="0"/>
        <w:spacing w:after="0" w:line="260" w:lineRule="auto"/>
        <w:jc w:val="center"/>
        <w:outlineLvl w:val="0"/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 w:rsidRPr="00F53048">
        <w:rPr>
          <w:rFonts w:ascii="Times New Roman" w:hAnsi="Times New Roman" w:cs="Times New Roman"/>
          <w:b/>
          <w:bCs/>
          <w:i/>
          <w:iCs/>
          <w:sz w:val="36"/>
          <w:szCs w:val="36"/>
          <w:lang w:eastAsia="ru-RU"/>
        </w:rPr>
        <w:t>Воронежской области</w:t>
      </w:r>
    </w:p>
    <w:p w:rsidR="007E09D6" w:rsidRPr="00F53048" w:rsidRDefault="007E09D6" w:rsidP="007728EC">
      <w:pPr>
        <w:keepNext/>
        <w:widowControl w:val="0"/>
        <w:autoSpaceDE w:val="0"/>
        <w:autoSpaceDN w:val="0"/>
        <w:adjustRightInd w:val="0"/>
        <w:spacing w:before="380" w:after="0" w:line="240" w:lineRule="auto"/>
        <w:jc w:val="center"/>
        <w:outlineLvl w:val="1"/>
        <w:rPr>
          <w:rFonts w:ascii="Times New Roman" w:hAnsi="Times New Roman" w:cs="Times New Roman"/>
          <w:b/>
          <w:bCs/>
          <w:i/>
          <w:iCs/>
          <w:sz w:val="40"/>
          <w:szCs w:val="40"/>
          <w:lang w:eastAsia="ru-RU"/>
        </w:rPr>
      </w:pPr>
      <w:r w:rsidRPr="00F53048">
        <w:rPr>
          <w:rFonts w:ascii="Times New Roman" w:hAnsi="Times New Roman" w:cs="Times New Roman"/>
          <w:b/>
          <w:bCs/>
          <w:i/>
          <w:iCs/>
          <w:sz w:val="40"/>
          <w:szCs w:val="40"/>
          <w:lang w:eastAsia="ru-RU"/>
        </w:rPr>
        <w:t>РЕШЕНИЕ</w:t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before="420"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E09D6" w:rsidRDefault="007E09D6" w:rsidP="007728EC">
      <w:pPr>
        <w:widowControl w:val="0"/>
        <w:autoSpaceDE w:val="0"/>
        <w:autoSpaceDN w:val="0"/>
        <w:adjustRightInd w:val="0"/>
        <w:spacing w:before="420"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30.06.2015 г.</w:t>
      </w:r>
      <w:r w:rsidRPr="00F530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234</w:t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F53048">
        <w:rPr>
          <w:rFonts w:ascii="Times New Roman" w:hAnsi="Times New Roman" w:cs="Times New Roman"/>
          <w:sz w:val="20"/>
          <w:szCs w:val="20"/>
          <w:lang w:eastAsia="ru-RU"/>
        </w:rPr>
        <w:t xml:space="preserve">           г. Бутурлиновка</w:t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внесении изменений  в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Правила </w:t>
      </w: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(использования, возврата) </w:t>
      </w: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из районного бюджета бюджетам </w:t>
      </w: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муниципальных образований</w:t>
      </w: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Бутурлиновского муниципального района</w:t>
      </w: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бюджетных кредитов, утвержденные </w:t>
      </w: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решение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</w:t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Совета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народных депутатов Бутурлиновского</w:t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района от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04</w:t>
      </w: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4г. №165</w:t>
      </w:r>
      <w:r w:rsidRPr="00F530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304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pStyle w:val="FR1"/>
        <w:spacing w:before="0"/>
        <w:jc w:val="both"/>
      </w:pPr>
      <w:r w:rsidRPr="00F53048">
        <w:tab/>
      </w:r>
      <w:r>
        <w:t xml:space="preserve">     </w:t>
      </w:r>
      <w:r w:rsidRPr="00CA5604">
        <w:t xml:space="preserve">В соответствии с </w:t>
      </w:r>
      <w:r>
        <w:t>абзацем 2 пункта 3 статьи 93.3 Бюджетного кодекса Российской Федерации, абзацем 2 пункта 22.1 статьи 22 Положения о бюджетном процессе в Бутурлиновском муниципальном районе, утвержденного решением Совета народных депутатов Бутурлиновского муниципального района от 06.02.2014г. № 155,</w:t>
      </w:r>
      <w:r w:rsidRPr="00CA5604">
        <w:t xml:space="preserve">   Совет народных депутатов</w:t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53048">
        <w:rPr>
          <w:rFonts w:ascii="Times New Roman" w:hAnsi="Times New Roman" w:cs="Times New Roman"/>
          <w:sz w:val="28"/>
          <w:szCs w:val="28"/>
          <w:lang w:eastAsia="ru-RU"/>
        </w:rPr>
        <w:t>Р Е Ш И Л :</w:t>
      </w:r>
    </w:p>
    <w:p w:rsidR="007E09D6" w:rsidRPr="00F53048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1596">
        <w:rPr>
          <w:rFonts w:ascii="Times New Roman" w:hAnsi="Times New Roman" w:cs="Times New Roman"/>
          <w:sz w:val="28"/>
          <w:szCs w:val="28"/>
          <w:lang w:eastAsia="ru-RU"/>
        </w:rPr>
        <w:t xml:space="preserve"> Внести в Правила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1596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1596">
        <w:rPr>
          <w:rFonts w:ascii="Times New Roman" w:hAnsi="Times New Roman" w:cs="Times New Roman"/>
          <w:sz w:val="28"/>
          <w:szCs w:val="28"/>
          <w:lang w:eastAsia="ru-RU"/>
        </w:rPr>
        <w:t>(использования, возврата) из районного  бюджета бюджетам муниципальных образований  Бутурлиновского муниципального района  бюджетных кредитов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91596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утвержденные  </w:t>
      </w:r>
      <w:r w:rsidRPr="00F53048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r w:rsidRPr="00C91596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F53048">
        <w:rPr>
          <w:rFonts w:ascii="Times New Roman" w:hAnsi="Times New Roman" w:cs="Times New Roman"/>
          <w:sz w:val="28"/>
          <w:szCs w:val="28"/>
          <w:lang w:eastAsia="ru-RU"/>
        </w:rPr>
        <w:t xml:space="preserve"> Совета</w:t>
      </w:r>
      <w:r w:rsidRPr="00C915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53048">
        <w:rPr>
          <w:rFonts w:ascii="Times New Roman" w:hAnsi="Times New Roman" w:cs="Times New Roman"/>
          <w:sz w:val="28"/>
          <w:szCs w:val="28"/>
          <w:lang w:eastAsia="ru-RU"/>
        </w:rPr>
        <w:t>народных депутатов Бутурлиновского</w:t>
      </w:r>
      <w:r w:rsidRPr="00C915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53048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района от </w:t>
      </w:r>
      <w:r w:rsidRPr="00C91596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F5304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C91596"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F53048">
        <w:rPr>
          <w:rFonts w:ascii="Times New Roman" w:hAnsi="Times New Roman" w:cs="Times New Roman"/>
          <w:sz w:val="28"/>
          <w:szCs w:val="28"/>
          <w:lang w:eastAsia="ru-RU"/>
        </w:rPr>
        <w:t>.201</w:t>
      </w:r>
      <w:r w:rsidRPr="00C91596">
        <w:rPr>
          <w:rFonts w:ascii="Times New Roman" w:hAnsi="Times New Roman" w:cs="Times New Roman"/>
          <w:sz w:val="28"/>
          <w:szCs w:val="28"/>
          <w:lang w:eastAsia="ru-RU"/>
        </w:rPr>
        <w:t>4г. №165</w:t>
      </w:r>
      <w:r w:rsidRPr="00F530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7E09D6" w:rsidRPr="001D38F3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Pr="00724361" w:rsidRDefault="007E09D6" w:rsidP="007728EC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24361">
        <w:rPr>
          <w:rFonts w:ascii="Times New Roman" w:hAnsi="Times New Roman" w:cs="Times New Roman"/>
          <w:sz w:val="28"/>
          <w:szCs w:val="28"/>
          <w:lang w:eastAsia="ru-RU"/>
        </w:rPr>
        <w:t>В части 6:</w:t>
      </w:r>
    </w:p>
    <w:p w:rsidR="007E09D6" w:rsidRDefault="007E09D6" w:rsidP="007728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1.1.1. подпункт в)  пункта 6.1. признать утратившим силу;</w:t>
      </w:r>
    </w:p>
    <w:p w:rsidR="007E09D6" w:rsidRDefault="007E09D6" w:rsidP="007728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1.1.2. подпункт г)  пункта 6.2. признать утратившим силу;</w:t>
      </w:r>
    </w:p>
    <w:p w:rsidR="007E09D6" w:rsidRPr="00F53048" w:rsidRDefault="007E09D6" w:rsidP="007728EC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1.1.3.</w:t>
      </w:r>
      <w:r w:rsidRPr="00C915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подпункт г)  пункта 6.3. признать утратившим силу.</w:t>
      </w:r>
    </w:p>
    <w:p w:rsidR="007E09D6" w:rsidRPr="004F014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0146">
        <w:rPr>
          <w:rFonts w:ascii="Times New Roman" w:hAnsi="Times New Roman" w:cs="Times New Roman"/>
          <w:sz w:val="28"/>
          <w:szCs w:val="28"/>
          <w:lang w:eastAsia="ru-RU"/>
        </w:rPr>
        <w:t xml:space="preserve">2. Опубликовать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014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решение в официальном периодическом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0146">
        <w:rPr>
          <w:rFonts w:ascii="Times New Roman" w:hAnsi="Times New Roman" w:cs="Times New Roman"/>
          <w:sz w:val="28"/>
          <w:szCs w:val="28"/>
          <w:lang w:eastAsia="ru-RU"/>
        </w:rPr>
        <w:t xml:space="preserve">издании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0146">
        <w:rPr>
          <w:rFonts w:ascii="Times New Roman" w:hAnsi="Times New Roman" w:cs="Times New Roman"/>
          <w:sz w:val="28"/>
          <w:szCs w:val="28"/>
          <w:lang w:eastAsia="ru-RU"/>
        </w:rPr>
        <w:t xml:space="preserve">«Бутурлиновский муниципальный вестник».  </w:t>
      </w:r>
    </w:p>
    <w:p w:rsidR="007E09D6" w:rsidRPr="004F014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0146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4F0146">
        <w:rPr>
          <w:rFonts w:ascii="Times New Roman" w:hAnsi="Times New Roman" w:cs="Times New Roman"/>
          <w:sz w:val="28"/>
          <w:szCs w:val="28"/>
          <w:lang w:eastAsia="ru-RU"/>
        </w:rPr>
        <w:t>3.Настоящее решение вступает в силу со дня опубликования.</w:t>
      </w:r>
    </w:p>
    <w:p w:rsidR="007E09D6" w:rsidRPr="004F014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Pr="004F014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0146">
        <w:rPr>
          <w:rFonts w:ascii="Times New Roman" w:hAnsi="Times New Roman" w:cs="Times New Roman"/>
          <w:sz w:val="28"/>
          <w:szCs w:val="28"/>
          <w:lang w:eastAsia="ru-RU"/>
        </w:rPr>
        <w:t xml:space="preserve">Глава Бутурлиновского  </w:t>
      </w:r>
    </w:p>
    <w:p w:rsidR="007E09D6" w:rsidRPr="004F0146" w:rsidRDefault="007E09D6" w:rsidP="007728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0146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                                                                     Л.В.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0146">
        <w:rPr>
          <w:rFonts w:ascii="Times New Roman" w:hAnsi="Times New Roman" w:cs="Times New Roman"/>
          <w:sz w:val="28"/>
          <w:szCs w:val="28"/>
          <w:lang w:eastAsia="ru-RU"/>
        </w:rPr>
        <w:t xml:space="preserve">Грачева  </w:t>
      </w: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 w:rsidP="007728EC">
      <w:pPr>
        <w:widowControl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9D6" w:rsidRDefault="007E09D6">
      <w:bookmarkStart w:id="0" w:name="_GoBack"/>
      <w:bookmarkEnd w:id="0"/>
    </w:p>
    <w:sectPr w:rsidR="007E09D6" w:rsidSect="006F2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E0AF3"/>
    <w:multiLevelType w:val="multilevel"/>
    <w:tmpl w:val="03F2D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8F9"/>
    <w:rsid w:val="00064556"/>
    <w:rsid w:val="001D38F3"/>
    <w:rsid w:val="00320C3E"/>
    <w:rsid w:val="00404031"/>
    <w:rsid w:val="004D64BC"/>
    <w:rsid w:val="004F0146"/>
    <w:rsid w:val="00583621"/>
    <w:rsid w:val="00646AA1"/>
    <w:rsid w:val="006479D9"/>
    <w:rsid w:val="006F17DC"/>
    <w:rsid w:val="006F2CA8"/>
    <w:rsid w:val="00724361"/>
    <w:rsid w:val="007278F9"/>
    <w:rsid w:val="00746295"/>
    <w:rsid w:val="00761CFC"/>
    <w:rsid w:val="007728EC"/>
    <w:rsid w:val="007834F5"/>
    <w:rsid w:val="007E09D6"/>
    <w:rsid w:val="00AB01E6"/>
    <w:rsid w:val="00C91596"/>
    <w:rsid w:val="00CA5604"/>
    <w:rsid w:val="00CB19AF"/>
    <w:rsid w:val="00E10A0F"/>
    <w:rsid w:val="00E4154F"/>
    <w:rsid w:val="00F53048"/>
    <w:rsid w:val="00FA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8E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28EC"/>
    <w:pPr>
      <w:ind w:left="720"/>
    </w:pPr>
  </w:style>
  <w:style w:type="paragraph" w:customStyle="1" w:styleId="FR1">
    <w:name w:val="FR1"/>
    <w:uiPriority w:val="99"/>
    <w:rsid w:val="007728EC"/>
    <w:pPr>
      <w:widowControl w:val="0"/>
      <w:autoSpaceDE w:val="0"/>
      <w:autoSpaceDN w:val="0"/>
      <w:adjustRightInd w:val="0"/>
      <w:spacing w:before="42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46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4031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245</Words>
  <Characters>1397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dohod1</dc:creator>
  <cp:keywords/>
  <dc:description/>
  <cp:lastModifiedBy>Admin</cp:lastModifiedBy>
  <cp:revision>2</cp:revision>
  <cp:lastPrinted>2015-06-26T12:12:00Z</cp:lastPrinted>
  <dcterms:created xsi:type="dcterms:W3CDTF">2015-07-06T06:21:00Z</dcterms:created>
  <dcterms:modified xsi:type="dcterms:W3CDTF">2015-07-06T06:21:00Z</dcterms:modified>
</cp:coreProperties>
</file>